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1796A" w14:textId="77777777" w:rsidR="009F34A1" w:rsidRPr="008765B1" w:rsidRDefault="009F34A1" w:rsidP="0090344B">
      <w:pPr>
        <w:rPr>
          <w:b/>
          <w:color w:val="000000" w:themeColor="text1"/>
          <w:lang w:val="ro-RO"/>
        </w:rPr>
      </w:pPr>
      <w:bookmarkStart w:id="0" w:name="_Hlk530936568"/>
      <w:r w:rsidRPr="008765B1">
        <w:rPr>
          <w:b/>
          <w:color w:val="000000" w:themeColor="text1"/>
          <w:lang w:val="ro-RO"/>
        </w:rPr>
        <w:t>ANEXA 16:  Domeniul  ALIMENTAŢIE PUBLICĂ ŞI TURISM</w:t>
      </w:r>
      <w:bookmarkEnd w:id="0"/>
    </w:p>
    <w:p w14:paraId="3F43DFD5" w14:textId="77777777" w:rsidR="001A76D3" w:rsidRPr="008765B1" w:rsidRDefault="001A76D3" w:rsidP="0090344B">
      <w:pPr>
        <w:rPr>
          <w:b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239A057A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735AECC2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0239BBA7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7BE09BCE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72C61922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34BF2277" w14:textId="5D849C1C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47B28397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66D0CF6B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73B21B41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12CC6F39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16.1. Alimentație publică și turism/ Alimentație publică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47D392AE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1AAF072A" w14:textId="067BFAA1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2E348ED0" w14:textId="77777777" w:rsidTr="00F42221">
        <w:trPr>
          <w:trHeight w:val="20"/>
        </w:trPr>
        <w:tc>
          <w:tcPr>
            <w:tcW w:w="1430" w:type="dxa"/>
            <w:vMerge w:val="restart"/>
            <w:hideMark/>
          </w:tcPr>
          <w:p w14:paraId="266F0D93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0D68927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7FC71BA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147C68ED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Administrarea firmei</w:t>
            </w:r>
          </w:p>
        </w:tc>
        <w:tc>
          <w:tcPr>
            <w:tcW w:w="562" w:type="dxa"/>
            <w:hideMark/>
          </w:tcPr>
          <w:p w14:paraId="03D219CD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8765B1" w:rsidRPr="008765B1" w14:paraId="6BF6EC8C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3157840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570B87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0608DD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32EFD5A" w14:textId="1BED7021" w:rsidR="00E10DD8" w:rsidRPr="008765B1" w:rsidRDefault="008765B1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Analiza economică – financiară</w:t>
            </w:r>
          </w:p>
        </w:tc>
        <w:tc>
          <w:tcPr>
            <w:tcW w:w="562" w:type="dxa"/>
            <w:hideMark/>
          </w:tcPr>
          <w:p w14:paraId="5CBA23A9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  <w:tr w:rsidR="008765B1" w:rsidRPr="008765B1" w14:paraId="1B788AD3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7ADDB51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679F5E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FDC373A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E3F7367" w14:textId="09956BE9" w:rsidR="00E10DD8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Bazele contabilității</w:t>
            </w:r>
          </w:p>
        </w:tc>
        <w:tc>
          <w:tcPr>
            <w:tcW w:w="562" w:type="dxa"/>
            <w:hideMark/>
          </w:tcPr>
          <w:p w14:paraId="533B0D42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3</w:t>
            </w:r>
          </w:p>
        </w:tc>
      </w:tr>
      <w:tr w:rsidR="008765B1" w:rsidRPr="008765B1" w14:paraId="6059DBE5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A727F1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58194C8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7357BD3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9DC05D9" w14:textId="76C6E9B2" w:rsidR="00E10DD8" w:rsidRPr="008765B1" w:rsidRDefault="008765B1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Calitatea în gastronomie</w:t>
            </w:r>
          </w:p>
        </w:tc>
        <w:tc>
          <w:tcPr>
            <w:tcW w:w="562" w:type="dxa"/>
            <w:hideMark/>
          </w:tcPr>
          <w:p w14:paraId="18D93884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4</w:t>
            </w:r>
          </w:p>
        </w:tc>
      </w:tr>
      <w:tr w:rsidR="008765B1" w:rsidRPr="008765B1" w14:paraId="6B497FD8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255C60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F9A81E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575B3D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F7FFDF1" w14:textId="4EA4F781" w:rsidR="00E10DD8" w:rsidRPr="008765B1" w:rsidRDefault="008765B1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Calitatea în turism și alimentație</w:t>
            </w:r>
          </w:p>
        </w:tc>
        <w:tc>
          <w:tcPr>
            <w:tcW w:w="562" w:type="dxa"/>
            <w:hideMark/>
          </w:tcPr>
          <w:p w14:paraId="7C3DD60C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5</w:t>
            </w:r>
          </w:p>
        </w:tc>
      </w:tr>
      <w:tr w:rsidR="008765B1" w:rsidRPr="008765B1" w14:paraId="5B05AB8D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7DBA7A7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5F981A5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FEF835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28F5A55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</w:t>
            </w:r>
          </w:p>
        </w:tc>
        <w:tc>
          <w:tcPr>
            <w:tcW w:w="562" w:type="dxa"/>
            <w:hideMark/>
          </w:tcPr>
          <w:p w14:paraId="708936BC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6</w:t>
            </w:r>
          </w:p>
        </w:tc>
      </w:tr>
      <w:tr w:rsidR="008765B1" w:rsidRPr="008765B1" w14:paraId="78BE54C4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039337BD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1CDF64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56DA02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9A54E3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 generală</w:t>
            </w:r>
          </w:p>
        </w:tc>
        <w:tc>
          <w:tcPr>
            <w:tcW w:w="562" w:type="dxa"/>
            <w:hideMark/>
          </w:tcPr>
          <w:p w14:paraId="45B62BE2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7</w:t>
            </w:r>
          </w:p>
        </w:tc>
      </w:tr>
      <w:tr w:rsidR="008765B1" w:rsidRPr="008765B1" w14:paraId="698C488A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38C6D0F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E4BBE58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AD2004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56244A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Coordonarea activității de servire</w:t>
            </w:r>
          </w:p>
        </w:tc>
        <w:tc>
          <w:tcPr>
            <w:tcW w:w="562" w:type="dxa"/>
            <w:hideMark/>
          </w:tcPr>
          <w:p w14:paraId="05F02A1D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8</w:t>
            </w:r>
          </w:p>
        </w:tc>
      </w:tr>
      <w:tr w:rsidR="008765B1" w:rsidRPr="008765B1" w14:paraId="4C8D6244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45C7C43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BBED237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2933AD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545CA35" w14:textId="4B66509B" w:rsidR="00E10DD8" w:rsidRPr="008765B1" w:rsidRDefault="008765B1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Curriculum în dezvoltare locală - clasa    a XI-a</w:t>
            </w:r>
          </w:p>
        </w:tc>
        <w:tc>
          <w:tcPr>
            <w:tcW w:w="562" w:type="dxa"/>
            <w:hideMark/>
          </w:tcPr>
          <w:p w14:paraId="416B4D9D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9</w:t>
            </w:r>
          </w:p>
        </w:tc>
      </w:tr>
      <w:tr w:rsidR="008765B1" w:rsidRPr="008765B1" w14:paraId="091AE06C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66FFA98F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918D18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82A13AF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114207E7" w14:textId="2F2F1E14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 xml:space="preserve">Curriculum în dezvoltare locală - clasa </w:t>
            </w:r>
            <w:r w:rsidR="00F42221" w:rsidRPr="008765B1">
              <w:rPr>
                <w:color w:val="000000" w:themeColor="text1"/>
                <w:lang w:val="ro-RO"/>
              </w:rPr>
              <w:t xml:space="preserve">   </w:t>
            </w:r>
            <w:r w:rsidRPr="008765B1">
              <w:rPr>
                <w:color w:val="000000" w:themeColor="text1"/>
                <w:lang w:val="ro-RO"/>
              </w:rPr>
              <w:t>a XI</w:t>
            </w:r>
            <w:r w:rsidR="008765B1" w:rsidRPr="008765B1">
              <w:rPr>
                <w:color w:val="000000" w:themeColor="text1"/>
                <w:lang w:val="ro-RO"/>
              </w:rPr>
              <w:t>I</w:t>
            </w:r>
            <w:r w:rsidRPr="008765B1">
              <w:rPr>
                <w:color w:val="000000" w:themeColor="text1"/>
                <w:lang w:val="ro-RO"/>
              </w:rPr>
              <w:t>-a</w:t>
            </w:r>
          </w:p>
        </w:tc>
        <w:tc>
          <w:tcPr>
            <w:tcW w:w="562" w:type="dxa"/>
            <w:hideMark/>
          </w:tcPr>
          <w:p w14:paraId="2D35EEE7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10</w:t>
            </w:r>
          </w:p>
        </w:tc>
      </w:tr>
      <w:tr w:rsidR="008765B1" w:rsidRPr="008765B1" w14:paraId="79FE44B2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6720542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E49D3A8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149AC4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1263B867" w14:textId="47B58609" w:rsidR="00E10DD8" w:rsidRPr="008765B1" w:rsidRDefault="008765B1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Etică și comunicare profesională</w:t>
            </w:r>
          </w:p>
        </w:tc>
        <w:tc>
          <w:tcPr>
            <w:tcW w:w="562" w:type="dxa"/>
            <w:hideMark/>
          </w:tcPr>
          <w:p w14:paraId="16A60443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11</w:t>
            </w:r>
          </w:p>
        </w:tc>
      </w:tr>
      <w:tr w:rsidR="008765B1" w:rsidRPr="008765B1" w14:paraId="41638B51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2A9E500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670339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9772F85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1C66E619" w14:textId="3FA34FAD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Marketing</w:t>
            </w:r>
          </w:p>
        </w:tc>
        <w:tc>
          <w:tcPr>
            <w:tcW w:w="562" w:type="dxa"/>
            <w:hideMark/>
          </w:tcPr>
          <w:p w14:paraId="32960C53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12</w:t>
            </w:r>
          </w:p>
        </w:tc>
      </w:tr>
      <w:tr w:rsidR="008765B1" w:rsidRPr="008765B1" w14:paraId="01876738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22E480F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335263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908616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18C85B3" w14:textId="773481A0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Negociere și contractare</w:t>
            </w:r>
          </w:p>
        </w:tc>
        <w:tc>
          <w:tcPr>
            <w:tcW w:w="562" w:type="dxa"/>
            <w:hideMark/>
          </w:tcPr>
          <w:p w14:paraId="36F21E7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13</w:t>
            </w:r>
          </w:p>
        </w:tc>
      </w:tr>
      <w:tr w:rsidR="008765B1" w:rsidRPr="008765B1" w14:paraId="0089C794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28F745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46FBCE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DAF845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1742EC7" w14:textId="345DD8E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Organizarea personalului de servire</w:t>
            </w:r>
          </w:p>
        </w:tc>
        <w:tc>
          <w:tcPr>
            <w:tcW w:w="562" w:type="dxa"/>
            <w:hideMark/>
          </w:tcPr>
          <w:p w14:paraId="11338534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14</w:t>
            </w:r>
          </w:p>
        </w:tc>
      </w:tr>
      <w:tr w:rsidR="008765B1" w:rsidRPr="008765B1" w14:paraId="4DC88762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0BA2845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0A7BF0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E592ECF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E65BA47" w14:textId="4614EE0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Politici de marketing</w:t>
            </w:r>
          </w:p>
        </w:tc>
        <w:tc>
          <w:tcPr>
            <w:tcW w:w="562" w:type="dxa"/>
            <w:hideMark/>
          </w:tcPr>
          <w:p w14:paraId="5FA81207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15</w:t>
            </w:r>
          </w:p>
        </w:tc>
      </w:tr>
      <w:tr w:rsidR="008765B1" w:rsidRPr="008765B1" w14:paraId="3482113C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20FEA99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64BC204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02E2BC4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2651C2FD" w14:textId="2BFC7A34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Pregătire practică comasată - CDL – clasa a X-a</w:t>
            </w:r>
          </w:p>
        </w:tc>
        <w:tc>
          <w:tcPr>
            <w:tcW w:w="562" w:type="dxa"/>
            <w:hideMark/>
          </w:tcPr>
          <w:p w14:paraId="29B23403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16</w:t>
            </w:r>
          </w:p>
        </w:tc>
      </w:tr>
      <w:tr w:rsidR="008765B1" w:rsidRPr="008765B1" w14:paraId="4F404E8F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CDC02D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F65B5F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C039AA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514FE5A8" w14:textId="0FE8F9CE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62" w:type="dxa"/>
            <w:hideMark/>
          </w:tcPr>
          <w:p w14:paraId="012A4FB4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17</w:t>
            </w:r>
          </w:p>
        </w:tc>
      </w:tr>
      <w:tr w:rsidR="008765B1" w:rsidRPr="008765B1" w14:paraId="4550D2CC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112973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13F36E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129F86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22AB7EB" w14:textId="77C4104D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Producția gastronomică</w:t>
            </w:r>
          </w:p>
        </w:tc>
        <w:tc>
          <w:tcPr>
            <w:tcW w:w="562" w:type="dxa"/>
            <w:hideMark/>
          </w:tcPr>
          <w:p w14:paraId="1BDE96ED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18</w:t>
            </w:r>
          </w:p>
        </w:tc>
      </w:tr>
      <w:tr w:rsidR="008765B1" w:rsidRPr="008765B1" w14:paraId="7F37EFD6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8B3A7A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F32F5A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106CE8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0D2ECA9F" w14:textId="37B24A3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Promovarea producției gastronomice</w:t>
            </w:r>
          </w:p>
        </w:tc>
        <w:tc>
          <w:tcPr>
            <w:tcW w:w="562" w:type="dxa"/>
            <w:hideMark/>
          </w:tcPr>
          <w:p w14:paraId="571FEF9B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19</w:t>
            </w:r>
          </w:p>
        </w:tc>
      </w:tr>
      <w:tr w:rsidR="008765B1" w:rsidRPr="008765B1" w14:paraId="357E3B9D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1FF8DF7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9A2132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9C6869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026B94E" w14:textId="1E01C7D6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Servicii de protocol</w:t>
            </w:r>
          </w:p>
        </w:tc>
        <w:tc>
          <w:tcPr>
            <w:tcW w:w="562" w:type="dxa"/>
            <w:hideMark/>
          </w:tcPr>
          <w:p w14:paraId="489FCCBD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20</w:t>
            </w:r>
          </w:p>
        </w:tc>
      </w:tr>
      <w:tr w:rsidR="008765B1" w:rsidRPr="008765B1" w14:paraId="789F0253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6C1BE6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1B2D42F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482C33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7884BBA" w14:textId="4A21EA3D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Sisteme de servire</w:t>
            </w:r>
          </w:p>
        </w:tc>
        <w:tc>
          <w:tcPr>
            <w:tcW w:w="562" w:type="dxa"/>
            <w:hideMark/>
          </w:tcPr>
          <w:p w14:paraId="42CE1F99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21</w:t>
            </w:r>
          </w:p>
        </w:tc>
      </w:tr>
      <w:tr w:rsidR="008765B1" w:rsidRPr="008765B1" w14:paraId="466F6AD9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72930E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244CBA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444B98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B8F3CCD" w14:textId="67301B45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Sortimentul de preparate și băuturi</w:t>
            </w:r>
          </w:p>
        </w:tc>
        <w:tc>
          <w:tcPr>
            <w:tcW w:w="562" w:type="dxa"/>
            <w:hideMark/>
          </w:tcPr>
          <w:p w14:paraId="511C5180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22</w:t>
            </w:r>
          </w:p>
        </w:tc>
      </w:tr>
      <w:tr w:rsidR="008765B1" w:rsidRPr="008765B1" w14:paraId="16E6181F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3B62EE6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D60007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6FFA1E9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57F35411" w14:textId="378D7DA9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Stagii de pregătire practică – CDL - clasa a IX-a</w:t>
            </w:r>
          </w:p>
        </w:tc>
        <w:tc>
          <w:tcPr>
            <w:tcW w:w="562" w:type="dxa"/>
            <w:hideMark/>
          </w:tcPr>
          <w:p w14:paraId="2CECE3A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23</w:t>
            </w:r>
          </w:p>
        </w:tc>
      </w:tr>
      <w:tr w:rsidR="008765B1" w:rsidRPr="008765B1" w14:paraId="5F623145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1438155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6964C7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EFF759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94F53A8" w14:textId="12B0DAAC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în activități de servire - clasa a XI-a</w:t>
            </w:r>
          </w:p>
        </w:tc>
        <w:tc>
          <w:tcPr>
            <w:tcW w:w="562" w:type="dxa"/>
            <w:hideMark/>
          </w:tcPr>
          <w:p w14:paraId="73495581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24</w:t>
            </w:r>
          </w:p>
        </w:tc>
      </w:tr>
      <w:tr w:rsidR="008765B1" w:rsidRPr="008765B1" w14:paraId="6E6358ED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5509043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5F2F41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48AEED8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0F9C22A" w14:textId="25C1B541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în gastronomie – clasa a XI-a</w:t>
            </w:r>
          </w:p>
        </w:tc>
        <w:tc>
          <w:tcPr>
            <w:tcW w:w="562" w:type="dxa"/>
            <w:hideMark/>
          </w:tcPr>
          <w:p w14:paraId="489A9C19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25</w:t>
            </w:r>
          </w:p>
        </w:tc>
      </w:tr>
      <w:tr w:rsidR="008765B1" w:rsidRPr="008765B1" w14:paraId="62B2141A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45760E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72C570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B147A4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BA470A7" w14:textId="7E234D64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privind planificarea în gastronomie</w:t>
            </w:r>
          </w:p>
        </w:tc>
        <w:tc>
          <w:tcPr>
            <w:tcW w:w="562" w:type="dxa"/>
            <w:hideMark/>
          </w:tcPr>
          <w:p w14:paraId="2E82959A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26</w:t>
            </w:r>
          </w:p>
        </w:tc>
      </w:tr>
      <w:tr w:rsidR="008765B1" w:rsidRPr="008765B1" w14:paraId="786814D6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64BA1D8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30AEBE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509CBE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3E0FAFF" w14:textId="7FE63541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Stagii de pregătire practică în activități de protocol</w:t>
            </w:r>
          </w:p>
        </w:tc>
        <w:tc>
          <w:tcPr>
            <w:tcW w:w="562" w:type="dxa"/>
            <w:hideMark/>
          </w:tcPr>
          <w:p w14:paraId="2909CF72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27</w:t>
            </w:r>
          </w:p>
        </w:tc>
      </w:tr>
      <w:tr w:rsidR="008765B1" w:rsidRPr="008765B1" w14:paraId="75438018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4BF4606F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924648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4327A7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1F903FC2" w14:textId="263C20DF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Structuri de primire turistică</w:t>
            </w:r>
          </w:p>
        </w:tc>
        <w:tc>
          <w:tcPr>
            <w:tcW w:w="562" w:type="dxa"/>
            <w:hideMark/>
          </w:tcPr>
          <w:p w14:paraId="7BEAAEDE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28</w:t>
            </w:r>
          </w:p>
        </w:tc>
      </w:tr>
    </w:tbl>
    <w:p w14:paraId="6BC5D484" w14:textId="77777777" w:rsidR="008765B1" w:rsidRPr="008765B1" w:rsidRDefault="008765B1">
      <w:pPr>
        <w:rPr>
          <w:color w:val="000000" w:themeColor="text1"/>
          <w:lang w:val="ro-RO"/>
        </w:rPr>
      </w:pPr>
    </w:p>
    <w:p w14:paraId="5D4AA4EA" w14:textId="77777777" w:rsidR="00E10DD8" w:rsidRPr="008765B1" w:rsidRDefault="00E10DD8" w:rsidP="0090344B">
      <w:pPr>
        <w:rPr>
          <w:color w:val="000000" w:themeColor="text1"/>
          <w:lang w:val="ro-RO"/>
        </w:rPr>
      </w:pPr>
    </w:p>
    <w:p w14:paraId="06958ECC" w14:textId="77777777" w:rsidR="00D42545" w:rsidRPr="008765B1" w:rsidRDefault="00D42545" w:rsidP="00D42545">
      <w:pPr>
        <w:pStyle w:val="ListParagraph"/>
        <w:rPr>
          <w:color w:val="000000" w:themeColor="text1"/>
          <w:lang w:val="ro-RO"/>
        </w:rPr>
      </w:pPr>
    </w:p>
    <w:p w14:paraId="0B026441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75CCBF51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4AD47EFC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55186D6D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252ACD4F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761319F3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55D77FB4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474B031E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23C370DD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110AAED9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1624DADC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lastRenderedPageBreak/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1EECEEA2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028B85FC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3D9FD2D0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37674D3B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12865282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61E26936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45EB272A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694A5B55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16.1. Alimentație publică și turism/ Alimentație publică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649ECD5A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3B38F11A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4E98D803" w14:textId="77777777" w:rsidTr="008F02E1">
        <w:trPr>
          <w:trHeight w:val="20"/>
        </w:trPr>
        <w:tc>
          <w:tcPr>
            <w:tcW w:w="1430" w:type="dxa"/>
            <w:vMerge w:val="restart"/>
            <w:hideMark/>
          </w:tcPr>
          <w:p w14:paraId="4617F375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1FE3AC1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7C4EC1D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746FC8EB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Bazele contabilității</w:t>
            </w:r>
          </w:p>
        </w:tc>
        <w:tc>
          <w:tcPr>
            <w:tcW w:w="562" w:type="dxa"/>
            <w:hideMark/>
          </w:tcPr>
          <w:p w14:paraId="7F7BE1F8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8765B1" w:rsidRPr="008765B1" w14:paraId="03088212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58A3BAB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C3FC1B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4F7A09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3AD968A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Calitatea în turism și alimentație</w:t>
            </w:r>
          </w:p>
        </w:tc>
        <w:tc>
          <w:tcPr>
            <w:tcW w:w="562" w:type="dxa"/>
            <w:hideMark/>
          </w:tcPr>
          <w:p w14:paraId="41916CD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  <w:tr w:rsidR="008765B1" w:rsidRPr="008765B1" w14:paraId="1E0C5F0E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78728E7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DD0E96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29670A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06D8466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Comercializarea produselor de cofetărie-patiserie</w:t>
            </w:r>
          </w:p>
        </w:tc>
        <w:tc>
          <w:tcPr>
            <w:tcW w:w="562" w:type="dxa"/>
            <w:hideMark/>
          </w:tcPr>
          <w:p w14:paraId="147D17F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3</w:t>
            </w:r>
          </w:p>
        </w:tc>
      </w:tr>
      <w:tr w:rsidR="008765B1" w:rsidRPr="008765B1" w14:paraId="5C9F2E1D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5BA7622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F6CF8E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5295E9D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C37FBB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 generală</w:t>
            </w:r>
          </w:p>
        </w:tc>
        <w:tc>
          <w:tcPr>
            <w:tcW w:w="562" w:type="dxa"/>
            <w:hideMark/>
          </w:tcPr>
          <w:p w14:paraId="6ABFD6C5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4</w:t>
            </w:r>
          </w:p>
        </w:tc>
      </w:tr>
      <w:tr w:rsidR="008765B1" w:rsidRPr="008765B1" w14:paraId="5D628996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61B8F39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F66A927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073EBD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A2BC3E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Etică și comunicare profesională</w:t>
            </w:r>
          </w:p>
        </w:tc>
        <w:tc>
          <w:tcPr>
            <w:tcW w:w="562" w:type="dxa"/>
            <w:hideMark/>
          </w:tcPr>
          <w:p w14:paraId="6C06D69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5</w:t>
            </w:r>
          </w:p>
        </w:tc>
      </w:tr>
      <w:tr w:rsidR="008765B1" w:rsidRPr="008765B1" w14:paraId="1BB303E8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284524B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F9E8FE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10310F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DAFC127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Organizarea meselor speciale</w:t>
            </w:r>
          </w:p>
        </w:tc>
        <w:tc>
          <w:tcPr>
            <w:tcW w:w="562" w:type="dxa"/>
            <w:hideMark/>
          </w:tcPr>
          <w:p w14:paraId="0A91F00E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6</w:t>
            </w:r>
          </w:p>
        </w:tc>
      </w:tr>
      <w:tr w:rsidR="008765B1" w:rsidRPr="008765B1" w14:paraId="62444171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3DA9A550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037B33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3E35E4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4A4E26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Pregătire practică comasată - CDL - clasa a X-a</w:t>
            </w:r>
          </w:p>
        </w:tc>
        <w:tc>
          <w:tcPr>
            <w:tcW w:w="562" w:type="dxa"/>
            <w:hideMark/>
          </w:tcPr>
          <w:p w14:paraId="648F2325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7</w:t>
            </w:r>
          </w:p>
        </w:tc>
      </w:tr>
      <w:tr w:rsidR="008765B1" w:rsidRPr="008765B1" w14:paraId="16A351FC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6F8F87A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055132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ACD6DA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5F4847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culinare</w:t>
            </w:r>
          </w:p>
        </w:tc>
        <w:tc>
          <w:tcPr>
            <w:tcW w:w="562" w:type="dxa"/>
            <w:hideMark/>
          </w:tcPr>
          <w:p w14:paraId="1089EF05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8</w:t>
            </w:r>
          </w:p>
        </w:tc>
      </w:tr>
      <w:tr w:rsidR="008765B1" w:rsidRPr="008765B1" w14:paraId="547DEDAA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128CE8B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2C9A3B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C9A12B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4DCC1C7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de cofetărie</w:t>
            </w:r>
          </w:p>
        </w:tc>
        <w:tc>
          <w:tcPr>
            <w:tcW w:w="562" w:type="dxa"/>
            <w:hideMark/>
          </w:tcPr>
          <w:p w14:paraId="2A6DE1D8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9</w:t>
            </w:r>
          </w:p>
        </w:tc>
      </w:tr>
      <w:tr w:rsidR="008765B1" w:rsidRPr="008765B1" w14:paraId="2288AD27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7E13768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BB84A0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7FDC98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E296D6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pentru diete</w:t>
            </w:r>
          </w:p>
        </w:tc>
        <w:tc>
          <w:tcPr>
            <w:tcW w:w="562" w:type="dxa"/>
            <w:hideMark/>
          </w:tcPr>
          <w:p w14:paraId="7657D4B9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10</w:t>
            </w:r>
          </w:p>
        </w:tc>
      </w:tr>
      <w:tr w:rsidR="008765B1" w:rsidRPr="008765B1" w14:paraId="7B73DC03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70677307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BB4C6C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13ACE9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7814017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62" w:type="dxa"/>
            <w:hideMark/>
          </w:tcPr>
          <w:p w14:paraId="328A372F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11</w:t>
            </w:r>
          </w:p>
        </w:tc>
      </w:tr>
      <w:tr w:rsidR="008765B1" w:rsidRPr="008765B1" w14:paraId="39AEACCE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26CC6C6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B679B70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0C2E05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F26575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Produse de patiserie</w:t>
            </w:r>
          </w:p>
        </w:tc>
        <w:tc>
          <w:tcPr>
            <w:tcW w:w="562" w:type="dxa"/>
            <w:hideMark/>
          </w:tcPr>
          <w:p w14:paraId="2CF121E9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12</w:t>
            </w:r>
          </w:p>
        </w:tc>
      </w:tr>
      <w:tr w:rsidR="008765B1" w:rsidRPr="008765B1" w14:paraId="7171D300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7D28276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87CD96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8AD6B2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FF3D6F5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Servirea în restaurație</w:t>
            </w:r>
          </w:p>
        </w:tc>
        <w:tc>
          <w:tcPr>
            <w:tcW w:w="562" w:type="dxa"/>
            <w:hideMark/>
          </w:tcPr>
          <w:p w14:paraId="788A6C83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13</w:t>
            </w:r>
          </w:p>
        </w:tc>
      </w:tr>
      <w:tr w:rsidR="008765B1" w:rsidRPr="008765B1" w14:paraId="55F8A51A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36B8991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62D6DFF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85A5520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C80A36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Sisteme de servire</w:t>
            </w:r>
          </w:p>
        </w:tc>
        <w:tc>
          <w:tcPr>
            <w:tcW w:w="562" w:type="dxa"/>
            <w:hideMark/>
          </w:tcPr>
          <w:p w14:paraId="1E08E2FC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14</w:t>
            </w:r>
          </w:p>
        </w:tc>
      </w:tr>
      <w:tr w:rsidR="008765B1" w:rsidRPr="008765B1" w14:paraId="00C81B2D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3EE2C231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C40B34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92AB70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76BD957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Sortimentul de preparate și băuturi</w:t>
            </w:r>
          </w:p>
        </w:tc>
        <w:tc>
          <w:tcPr>
            <w:tcW w:w="562" w:type="dxa"/>
            <w:hideMark/>
          </w:tcPr>
          <w:p w14:paraId="621CAA8F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15</w:t>
            </w:r>
          </w:p>
        </w:tc>
      </w:tr>
      <w:tr w:rsidR="008765B1" w:rsidRPr="008765B1" w14:paraId="632F22FC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17C73E0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1A4551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861F717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150FC5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Stagii de pregătire practică – CDL - clasa a IX-a</w:t>
            </w:r>
          </w:p>
        </w:tc>
        <w:tc>
          <w:tcPr>
            <w:tcW w:w="562" w:type="dxa"/>
            <w:hideMark/>
          </w:tcPr>
          <w:p w14:paraId="2AED0D97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16</w:t>
            </w:r>
          </w:p>
        </w:tc>
      </w:tr>
      <w:tr w:rsidR="008765B1" w:rsidRPr="008765B1" w14:paraId="31D65230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225E022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B86500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AB870D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0CE85BB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– CDL - clasa a XI-a</w:t>
            </w:r>
          </w:p>
        </w:tc>
        <w:tc>
          <w:tcPr>
            <w:tcW w:w="562" w:type="dxa"/>
            <w:hideMark/>
          </w:tcPr>
          <w:p w14:paraId="1DED40A9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17</w:t>
            </w:r>
          </w:p>
        </w:tc>
      </w:tr>
      <w:tr w:rsidR="008765B1" w:rsidRPr="008765B1" w14:paraId="30B3E53D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061BB72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04E4A7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68B249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306EC8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Structuri de primire turistică</w:t>
            </w:r>
          </w:p>
        </w:tc>
        <w:tc>
          <w:tcPr>
            <w:tcW w:w="562" w:type="dxa"/>
            <w:hideMark/>
          </w:tcPr>
          <w:p w14:paraId="5BADAC3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18</w:t>
            </w:r>
          </w:p>
        </w:tc>
      </w:tr>
    </w:tbl>
    <w:p w14:paraId="4B7277C3" w14:textId="77777777" w:rsidR="00D42545" w:rsidRPr="008765B1" w:rsidRDefault="00D42545" w:rsidP="0090344B">
      <w:pPr>
        <w:rPr>
          <w:color w:val="000000" w:themeColor="text1"/>
          <w:lang w:val="ro-RO"/>
        </w:rPr>
      </w:pPr>
      <w:r w:rsidRPr="008765B1">
        <w:rPr>
          <w:color w:val="000000" w:themeColor="text1"/>
          <w:lang w:val="ro-RO"/>
        </w:rPr>
        <w:t xml:space="preserve"> </w:t>
      </w:r>
    </w:p>
    <w:p w14:paraId="40E9D178" w14:textId="77777777" w:rsidR="00D42545" w:rsidRPr="008765B1" w:rsidRDefault="00D42545" w:rsidP="0090344B">
      <w:pPr>
        <w:rPr>
          <w:color w:val="000000" w:themeColor="text1"/>
          <w:lang w:val="ro-RO"/>
        </w:rPr>
      </w:pPr>
    </w:p>
    <w:p w14:paraId="1BCD956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38E905A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E89C55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6643188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CCD1E93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41AC40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1DECCC2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B61F940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8A41717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A16BD86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571945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155E06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68F55E4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3DEF0A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3AC42FC8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369ED1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1B85DB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8F1478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B52938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09F3BCB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69BF4F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0812DB24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66DBB42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AB5C23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39E9BA9C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341093B0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77EAE2CD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br w:type="page"/>
            </w:r>
            <w:r w:rsidRPr="008765B1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090BD441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25DA65CE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46805F69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45D9153D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4B039812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7AFE8832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Stagii pe pregătire practica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11BBEE63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71B50821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16.1. Alimentație publică și turism/ Alimentație publică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4905D4B8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16.1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7FBE850F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4949ADBC" w14:textId="77777777" w:rsidTr="008F02E1">
        <w:trPr>
          <w:trHeight w:val="20"/>
        </w:trPr>
        <w:tc>
          <w:tcPr>
            <w:tcW w:w="1430" w:type="dxa"/>
            <w:vMerge w:val="restart"/>
            <w:hideMark/>
          </w:tcPr>
          <w:p w14:paraId="63EDBBA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32461DE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46F65EB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749C81F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Comercializarea produselor de cofetărie-patiserie</w:t>
            </w:r>
          </w:p>
        </w:tc>
        <w:tc>
          <w:tcPr>
            <w:tcW w:w="562" w:type="dxa"/>
            <w:hideMark/>
          </w:tcPr>
          <w:p w14:paraId="33331216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8765B1" w:rsidRPr="008765B1" w14:paraId="52463FB9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2A9AD3A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0B7472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2324D15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3EC4004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Organizarea meselor speciale</w:t>
            </w:r>
          </w:p>
        </w:tc>
        <w:tc>
          <w:tcPr>
            <w:tcW w:w="562" w:type="dxa"/>
            <w:hideMark/>
          </w:tcPr>
          <w:p w14:paraId="004AD7D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  <w:tr w:rsidR="008765B1" w:rsidRPr="008765B1" w14:paraId="7A98E3F4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6C076B0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3A1FD6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884319D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727026F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culinare</w:t>
            </w:r>
          </w:p>
        </w:tc>
        <w:tc>
          <w:tcPr>
            <w:tcW w:w="562" w:type="dxa"/>
            <w:hideMark/>
          </w:tcPr>
          <w:p w14:paraId="539447F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3</w:t>
            </w:r>
          </w:p>
        </w:tc>
      </w:tr>
      <w:tr w:rsidR="008765B1" w:rsidRPr="008765B1" w14:paraId="623537F2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566E0E10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71E508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105422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1C6F76F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de cofetărie</w:t>
            </w:r>
          </w:p>
        </w:tc>
        <w:tc>
          <w:tcPr>
            <w:tcW w:w="562" w:type="dxa"/>
            <w:hideMark/>
          </w:tcPr>
          <w:p w14:paraId="490F1213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4</w:t>
            </w:r>
          </w:p>
        </w:tc>
      </w:tr>
      <w:tr w:rsidR="008765B1" w:rsidRPr="008765B1" w14:paraId="08888932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2EB035F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913835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CA2CAC5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4C49AE7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Preparate pentru diete</w:t>
            </w:r>
          </w:p>
        </w:tc>
        <w:tc>
          <w:tcPr>
            <w:tcW w:w="562" w:type="dxa"/>
            <w:hideMark/>
          </w:tcPr>
          <w:p w14:paraId="41B6452C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5</w:t>
            </w:r>
          </w:p>
        </w:tc>
      </w:tr>
      <w:tr w:rsidR="008765B1" w:rsidRPr="008765B1" w14:paraId="6B946C20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7903FF5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9673440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74C431A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43B74411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Produse de patiserie</w:t>
            </w:r>
          </w:p>
        </w:tc>
        <w:tc>
          <w:tcPr>
            <w:tcW w:w="562" w:type="dxa"/>
            <w:hideMark/>
          </w:tcPr>
          <w:p w14:paraId="68BB115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6</w:t>
            </w:r>
          </w:p>
        </w:tc>
      </w:tr>
      <w:tr w:rsidR="008765B1" w:rsidRPr="008765B1" w14:paraId="57D70806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3804F2B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0DF863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A2D7109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C561374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Servirea în restaurație</w:t>
            </w:r>
          </w:p>
        </w:tc>
        <w:tc>
          <w:tcPr>
            <w:tcW w:w="562" w:type="dxa"/>
            <w:hideMark/>
          </w:tcPr>
          <w:p w14:paraId="5D3510EC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7</w:t>
            </w:r>
          </w:p>
        </w:tc>
      </w:tr>
    </w:tbl>
    <w:p w14:paraId="50676C56" w14:textId="6F5BA34C" w:rsidR="00E10DD8" w:rsidRPr="008765B1" w:rsidRDefault="00D42545" w:rsidP="0090344B">
      <w:pPr>
        <w:rPr>
          <w:color w:val="000000" w:themeColor="text1"/>
          <w:lang w:val="ro-RO"/>
        </w:rPr>
      </w:pPr>
      <w:r w:rsidRPr="008765B1">
        <w:rPr>
          <w:color w:val="000000" w:themeColor="text1"/>
          <w:lang w:val="ro-RO"/>
        </w:rPr>
        <w:t xml:space="preserve"> </w:t>
      </w:r>
      <w:r w:rsidR="00E10DD8" w:rsidRPr="008765B1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1BF8C61A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6C770FA3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2E9FD2C8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44661228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1AD357A8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38D69AAE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40242CD3" w14:textId="77777777" w:rsidTr="008F02E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31D49276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4303897D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79BE6B54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16.2. Alimentație publică și turism /Turism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19287D70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4160F858" w14:textId="77777777" w:rsidR="00D42545" w:rsidRPr="008765B1" w:rsidRDefault="00D42545" w:rsidP="008F02E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6A8E460E" w14:textId="77777777" w:rsidTr="008F02E1">
        <w:trPr>
          <w:trHeight w:val="20"/>
        </w:trPr>
        <w:tc>
          <w:tcPr>
            <w:tcW w:w="1430" w:type="dxa"/>
            <w:vMerge w:val="restart"/>
            <w:hideMark/>
          </w:tcPr>
          <w:p w14:paraId="46D860D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7608B95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47BAAA7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5F29DD02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Activitatea agenției de turism</w:t>
            </w:r>
          </w:p>
        </w:tc>
        <w:tc>
          <w:tcPr>
            <w:tcW w:w="562" w:type="dxa"/>
            <w:hideMark/>
          </w:tcPr>
          <w:p w14:paraId="641090C2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8765B1" w:rsidRPr="008765B1" w14:paraId="0AA3A071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6F227048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73A7B4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9976B9E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10861AC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Administrarea firmei</w:t>
            </w:r>
          </w:p>
        </w:tc>
        <w:tc>
          <w:tcPr>
            <w:tcW w:w="562" w:type="dxa"/>
            <w:hideMark/>
          </w:tcPr>
          <w:p w14:paraId="3997ABB9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  <w:tr w:rsidR="008765B1" w:rsidRPr="008765B1" w14:paraId="0FC6C3CF" w14:textId="77777777" w:rsidTr="008F02E1">
        <w:trPr>
          <w:trHeight w:val="20"/>
        </w:trPr>
        <w:tc>
          <w:tcPr>
            <w:tcW w:w="1430" w:type="dxa"/>
            <w:vMerge/>
            <w:hideMark/>
          </w:tcPr>
          <w:p w14:paraId="424ED1E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64D6CC33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F64BF75" w14:textId="77777777" w:rsidR="00D42545" w:rsidRPr="008765B1" w:rsidRDefault="00D42545" w:rsidP="008F02E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7711B9CD" w14:textId="30E5EEB2" w:rsidR="00D42545" w:rsidRPr="008765B1" w:rsidRDefault="008765B1" w:rsidP="008F02E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Analiza economică – financiară</w:t>
            </w:r>
          </w:p>
        </w:tc>
        <w:tc>
          <w:tcPr>
            <w:tcW w:w="562" w:type="dxa"/>
            <w:hideMark/>
          </w:tcPr>
          <w:p w14:paraId="7E11E68E" w14:textId="77777777" w:rsidR="00D42545" w:rsidRPr="008765B1" w:rsidRDefault="00D42545" w:rsidP="008F02E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3</w:t>
            </w:r>
          </w:p>
        </w:tc>
      </w:tr>
      <w:tr w:rsidR="008765B1" w:rsidRPr="008765B1" w14:paraId="32D63532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5752972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67E249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04E71C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5C6F8641" w14:textId="55892D26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Bazele contabilității</w:t>
            </w:r>
          </w:p>
        </w:tc>
        <w:tc>
          <w:tcPr>
            <w:tcW w:w="562" w:type="dxa"/>
            <w:hideMark/>
          </w:tcPr>
          <w:p w14:paraId="3D7E56D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4</w:t>
            </w:r>
          </w:p>
        </w:tc>
      </w:tr>
      <w:tr w:rsidR="008765B1" w:rsidRPr="008765B1" w14:paraId="007F7FBE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5EC396C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07B50E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5DC02F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4699A89" w14:textId="0A95F91A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Calitatea în turism și alimentație</w:t>
            </w:r>
          </w:p>
        </w:tc>
        <w:tc>
          <w:tcPr>
            <w:tcW w:w="562" w:type="dxa"/>
            <w:hideMark/>
          </w:tcPr>
          <w:p w14:paraId="225A6272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5</w:t>
            </w:r>
          </w:p>
        </w:tc>
      </w:tr>
      <w:tr w:rsidR="008765B1" w:rsidRPr="008765B1" w14:paraId="5BE1DB00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365444B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9DCC5C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59CF39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139781D" w14:textId="36821C4F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Cazarea turiștilor</w:t>
            </w:r>
          </w:p>
        </w:tc>
        <w:tc>
          <w:tcPr>
            <w:tcW w:w="562" w:type="dxa"/>
            <w:hideMark/>
          </w:tcPr>
          <w:p w14:paraId="44C1DA55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6</w:t>
            </w:r>
          </w:p>
        </w:tc>
      </w:tr>
      <w:tr w:rsidR="008765B1" w:rsidRPr="008765B1" w14:paraId="0DC5446A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29B6CF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FAFEAA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ACA58A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FB891F3" w14:textId="3884CF94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</w:t>
            </w:r>
          </w:p>
        </w:tc>
        <w:tc>
          <w:tcPr>
            <w:tcW w:w="562" w:type="dxa"/>
            <w:hideMark/>
          </w:tcPr>
          <w:p w14:paraId="66C424D1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7</w:t>
            </w:r>
          </w:p>
        </w:tc>
      </w:tr>
      <w:tr w:rsidR="008765B1" w:rsidRPr="008765B1" w14:paraId="67C00BF6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63DE4BD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6210F6F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FE0070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10796298" w14:textId="5A1C222D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 generala</w:t>
            </w:r>
          </w:p>
        </w:tc>
        <w:tc>
          <w:tcPr>
            <w:tcW w:w="562" w:type="dxa"/>
            <w:hideMark/>
          </w:tcPr>
          <w:p w14:paraId="1BC821A9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8</w:t>
            </w:r>
          </w:p>
        </w:tc>
      </w:tr>
      <w:tr w:rsidR="008765B1" w:rsidRPr="008765B1" w14:paraId="7454A9B4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D97C5B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288E628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8F25CD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4E10C9C" w14:textId="04580825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Curriculum în dezvoltare locală - clasa   a XI-a</w:t>
            </w:r>
          </w:p>
        </w:tc>
        <w:tc>
          <w:tcPr>
            <w:tcW w:w="562" w:type="dxa"/>
            <w:hideMark/>
          </w:tcPr>
          <w:p w14:paraId="38AD885A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9</w:t>
            </w:r>
          </w:p>
        </w:tc>
      </w:tr>
      <w:tr w:rsidR="008765B1" w:rsidRPr="008765B1" w14:paraId="66D998F6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6EFF4364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1C94DD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2BBE3F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D25FAD5" w14:textId="403D273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Curriculum în dezvoltare locală - clasa   a XII-a</w:t>
            </w:r>
          </w:p>
        </w:tc>
        <w:tc>
          <w:tcPr>
            <w:tcW w:w="562" w:type="dxa"/>
            <w:hideMark/>
          </w:tcPr>
          <w:p w14:paraId="6514B7BC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10</w:t>
            </w:r>
          </w:p>
        </w:tc>
      </w:tr>
      <w:tr w:rsidR="008765B1" w:rsidRPr="008765B1" w14:paraId="4EF5A5A7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4CE044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E86519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1F4B9C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5487589D" w14:textId="0516568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Decontarea serviciilor turistice</w:t>
            </w:r>
          </w:p>
        </w:tc>
        <w:tc>
          <w:tcPr>
            <w:tcW w:w="562" w:type="dxa"/>
            <w:hideMark/>
          </w:tcPr>
          <w:p w14:paraId="675F52BA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11</w:t>
            </w:r>
          </w:p>
        </w:tc>
      </w:tr>
      <w:tr w:rsidR="008765B1" w:rsidRPr="008765B1" w14:paraId="062A3417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0E0C9B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AA7475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E69015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2D644E0E" w14:textId="450241F3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Etică și comunicare profesională</w:t>
            </w:r>
          </w:p>
        </w:tc>
        <w:tc>
          <w:tcPr>
            <w:tcW w:w="562" w:type="dxa"/>
            <w:hideMark/>
          </w:tcPr>
          <w:p w14:paraId="7C132974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12</w:t>
            </w:r>
          </w:p>
        </w:tc>
      </w:tr>
      <w:tr w:rsidR="008765B1" w:rsidRPr="008765B1" w14:paraId="519B1DF5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1C1D0E08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1AFFAD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735AFFC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1AD601D" w14:textId="02A8D701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Marketing</w:t>
            </w:r>
          </w:p>
        </w:tc>
        <w:tc>
          <w:tcPr>
            <w:tcW w:w="562" w:type="dxa"/>
            <w:hideMark/>
          </w:tcPr>
          <w:p w14:paraId="534D2541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13</w:t>
            </w:r>
          </w:p>
        </w:tc>
      </w:tr>
      <w:tr w:rsidR="008765B1" w:rsidRPr="008765B1" w14:paraId="6B5C87E7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46D916B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1488A9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6F8F010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71E544E" w14:textId="224CFF0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Negociere și contractare</w:t>
            </w:r>
          </w:p>
        </w:tc>
        <w:tc>
          <w:tcPr>
            <w:tcW w:w="562" w:type="dxa"/>
            <w:hideMark/>
          </w:tcPr>
          <w:p w14:paraId="2194FA8C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14</w:t>
            </w:r>
          </w:p>
        </w:tc>
      </w:tr>
      <w:tr w:rsidR="008765B1" w:rsidRPr="008765B1" w14:paraId="1AA0179E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57D687D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C26956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F3F71A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4FF71111" w14:textId="7EE09C30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Oferta agenției de turism</w:t>
            </w:r>
          </w:p>
        </w:tc>
        <w:tc>
          <w:tcPr>
            <w:tcW w:w="562" w:type="dxa"/>
            <w:hideMark/>
          </w:tcPr>
          <w:p w14:paraId="5456A260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15</w:t>
            </w:r>
          </w:p>
        </w:tc>
      </w:tr>
      <w:tr w:rsidR="008765B1" w:rsidRPr="008765B1" w14:paraId="3DF5F21F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AB6BA9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F21743F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175679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70149387" w14:textId="09D4DCD2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Patrimoniu turistic</w:t>
            </w:r>
          </w:p>
        </w:tc>
        <w:tc>
          <w:tcPr>
            <w:tcW w:w="562" w:type="dxa"/>
            <w:hideMark/>
          </w:tcPr>
          <w:p w14:paraId="606C834C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16</w:t>
            </w:r>
          </w:p>
        </w:tc>
      </w:tr>
      <w:tr w:rsidR="008765B1" w:rsidRPr="008765B1" w14:paraId="5D4A74CA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1F565E3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F6A0ED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2C94A25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F2E2BB4" w14:textId="46280FAC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Politici de marketing</w:t>
            </w:r>
          </w:p>
        </w:tc>
        <w:tc>
          <w:tcPr>
            <w:tcW w:w="562" w:type="dxa"/>
            <w:hideMark/>
          </w:tcPr>
          <w:p w14:paraId="594F966B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17</w:t>
            </w:r>
          </w:p>
        </w:tc>
      </w:tr>
      <w:tr w:rsidR="008765B1" w:rsidRPr="008765B1" w14:paraId="56F46348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C6F552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621B479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615457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2917F42D" w14:textId="3F6F825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Pregătire practică comasată - CDL - clasa a X-a</w:t>
            </w:r>
          </w:p>
        </w:tc>
        <w:tc>
          <w:tcPr>
            <w:tcW w:w="562" w:type="dxa"/>
            <w:hideMark/>
          </w:tcPr>
          <w:p w14:paraId="16FF3080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18</w:t>
            </w:r>
          </w:p>
        </w:tc>
      </w:tr>
      <w:tr w:rsidR="008765B1" w:rsidRPr="008765B1" w14:paraId="0AE58D58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891B79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93E08E9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BE8845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1229280A" w14:textId="33E82D68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62" w:type="dxa"/>
            <w:hideMark/>
          </w:tcPr>
          <w:p w14:paraId="4FF1D0D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19</w:t>
            </w:r>
          </w:p>
        </w:tc>
      </w:tr>
      <w:tr w:rsidR="008765B1" w:rsidRPr="008765B1" w14:paraId="13440E68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236C162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49A9DF4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AAA4D9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26E88CC" w14:textId="6D22B489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Stagii de pregătire practică – CDL - clasa a IX-a</w:t>
            </w:r>
          </w:p>
        </w:tc>
        <w:tc>
          <w:tcPr>
            <w:tcW w:w="562" w:type="dxa"/>
            <w:hideMark/>
          </w:tcPr>
          <w:p w14:paraId="5582BAC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20</w:t>
            </w:r>
          </w:p>
        </w:tc>
      </w:tr>
      <w:tr w:rsidR="008765B1" w:rsidRPr="008765B1" w14:paraId="0B470112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34E96268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870F33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02F711B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5712D07B" w14:textId="6774F01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în unitățile de turism – clasa a XI-a</w:t>
            </w:r>
          </w:p>
        </w:tc>
        <w:tc>
          <w:tcPr>
            <w:tcW w:w="562" w:type="dxa"/>
            <w:hideMark/>
          </w:tcPr>
          <w:p w14:paraId="07D4D6F4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21</w:t>
            </w:r>
          </w:p>
        </w:tc>
      </w:tr>
      <w:tr w:rsidR="008765B1" w:rsidRPr="008765B1" w14:paraId="3DEE2684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3E00CC6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FAD91F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00C5535A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2D1B5407" w14:textId="0C2B9A2B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privind cazarea turiștilor – clasa a XI-a</w:t>
            </w:r>
          </w:p>
        </w:tc>
        <w:tc>
          <w:tcPr>
            <w:tcW w:w="562" w:type="dxa"/>
            <w:hideMark/>
          </w:tcPr>
          <w:p w14:paraId="0C734A18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22</w:t>
            </w:r>
          </w:p>
        </w:tc>
      </w:tr>
      <w:tr w:rsidR="008765B1" w:rsidRPr="008765B1" w14:paraId="51172FC2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74486317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80E564E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911A601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351A72FE" w14:textId="7FC6281A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privind produsele turistice</w:t>
            </w:r>
          </w:p>
        </w:tc>
        <w:tc>
          <w:tcPr>
            <w:tcW w:w="562" w:type="dxa"/>
            <w:hideMark/>
          </w:tcPr>
          <w:p w14:paraId="52BA5336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23</w:t>
            </w:r>
          </w:p>
        </w:tc>
      </w:tr>
      <w:tr w:rsidR="008765B1" w:rsidRPr="008765B1" w14:paraId="712A6A09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19009F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0DDAC5BD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CE08CF3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6D8C0879" w14:textId="6FFD6E65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privind decontarea serviciilor turistice</w:t>
            </w:r>
          </w:p>
        </w:tc>
        <w:tc>
          <w:tcPr>
            <w:tcW w:w="562" w:type="dxa"/>
            <w:hideMark/>
          </w:tcPr>
          <w:p w14:paraId="302E0960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24</w:t>
            </w:r>
          </w:p>
        </w:tc>
      </w:tr>
      <w:tr w:rsidR="008765B1" w:rsidRPr="008765B1" w14:paraId="5886DD7B" w14:textId="77777777" w:rsidTr="008765B1">
        <w:trPr>
          <w:trHeight w:val="20"/>
        </w:trPr>
        <w:tc>
          <w:tcPr>
            <w:tcW w:w="1430" w:type="dxa"/>
            <w:vMerge/>
            <w:hideMark/>
          </w:tcPr>
          <w:p w14:paraId="0332C406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4D96CB42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2D007BD8" w14:textId="77777777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</w:tcPr>
          <w:p w14:paraId="069BE849" w14:textId="688109C2" w:rsidR="008765B1" w:rsidRPr="008765B1" w:rsidRDefault="008765B1" w:rsidP="008765B1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Structuri de primire turistică</w:t>
            </w:r>
          </w:p>
        </w:tc>
        <w:tc>
          <w:tcPr>
            <w:tcW w:w="562" w:type="dxa"/>
            <w:hideMark/>
          </w:tcPr>
          <w:p w14:paraId="262AF1B1" w14:textId="77777777" w:rsidR="008765B1" w:rsidRPr="008765B1" w:rsidRDefault="008765B1" w:rsidP="008765B1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25</w:t>
            </w:r>
          </w:p>
        </w:tc>
      </w:tr>
    </w:tbl>
    <w:p w14:paraId="133C8487" w14:textId="77777777" w:rsidR="008765B1" w:rsidRPr="008765B1" w:rsidRDefault="008765B1">
      <w:pPr>
        <w:rPr>
          <w:color w:val="000000" w:themeColor="text1"/>
          <w:lang w:val="ro-RO"/>
        </w:rPr>
      </w:pPr>
    </w:p>
    <w:p w14:paraId="36D085BB" w14:textId="77777777" w:rsidR="00D42545" w:rsidRPr="008765B1" w:rsidRDefault="00D42545" w:rsidP="00D42545">
      <w:pPr>
        <w:pStyle w:val="ListParagraph"/>
        <w:rPr>
          <w:color w:val="000000" w:themeColor="text1"/>
          <w:lang w:val="ro-RO"/>
        </w:rPr>
      </w:pPr>
    </w:p>
    <w:p w14:paraId="13B4DF99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1CF2BF09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27977691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78AC5849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06C3F0E5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25FD24C9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7B78F135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69CA7550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17037008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79EDA0F2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2C444D0A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534C4C7A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311EC7FA" w14:textId="77777777" w:rsidR="008765B1" w:rsidRPr="008765B1" w:rsidRDefault="008765B1" w:rsidP="00D42545">
      <w:pPr>
        <w:pStyle w:val="ListParagraph"/>
        <w:rPr>
          <w:color w:val="000000" w:themeColor="text1"/>
          <w:lang w:val="ro-RO"/>
        </w:rPr>
      </w:pPr>
    </w:p>
    <w:p w14:paraId="425A8012" w14:textId="77777777" w:rsidR="00261A62" w:rsidRPr="008765B1" w:rsidRDefault="00261A62" w:rsidP="004B36BE">
      <w:pPr>
        <w:pStyle w:val="ListParagraph"/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0BC6EA59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4F4527CE" w14:textId="15FCBAEB" w:rsidR="00F42221" w:rsidRPr="008765B1" w:rsidRDefault="0084338D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br w:type="page"/>
            </w:r>
            <w:r w:rsidR="00F42221" w:rsidRPr="008765B1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2B14E1BA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5B2478E1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213E478D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6D4BB0B4" w14:textId="398AEB16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717F866E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6918FCAC" w14:textId="7D7D8110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7EA22FFE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2F18177D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16.2. Alimentație publică și turism /Turism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4A49E5C2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10002B08" w14:textId="52CD4A6F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7CB330FA" w14:textId="77777777" w:rsidTr="00F42221">
        <w:trPr>
          <w:trHeight w:val="20"/>
        </w:trPr>
        <w:tc>
          <w:tcPr>
            <w:tcW w:w="1430" w:type="dxa"/>
            <w:vMerge w:val="restart"/>
            <w:hideMark/>
          </w:tcPr>
          <w:p w14:paraId="44551077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0E656B4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63D1C95A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022668E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Bazele contabilității</w:t>
            </w:r>
          </w:p>
        </w:tc>
        <w:tc>
          <w:tcPr>
            <w:tcW w:w="562" w:type="dxa"/>
            <w:hideMark/>
          </w:tcPr>
          <w:p w14:paraId="1692116D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8765B1" w:rsidRPr="008765B1" w14:paraId="2F3D7C68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016AE86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D616098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BC3B07E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3D5687C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Calitatea în turism și alimentație</w:t>
            </w:r>
          </w:p>
        </w:tc>
        <w:tc>
          <w:tcPr>
            <w:tcW w:w="562" w:type="dxa"/>
            <w:hideMark/>
          </w:tcPr>
          <w:p w14:paraId="3BA47586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  <w:tr w:rsidR="008765B1" w:rsidRPr="008765B1" w14:paraId="517916CD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64DA7CBE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2CF0727F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F653413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88B90C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Contabilitate generală</w:t>
            </w:r>
          </w:p>
        </w:tc>
        <w:tc>
          <w:tcPr>
            <w:tcW w:w="562" w:type="dxa"/>
            <w:hideMark/>
          </w:tcPr>
          <w:p w14:paraId="6D3CD30A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3</w:t>
            </w:r>
          </w:p>
        </w:tc>
      </w:tr>
      <w:tr w:rsidR="008765B1" w:rsidRPr="008765B1" w14:paraId="2A715500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2D6C8D2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870642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4ABF8C47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317564A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Etică și comunicare profesională</w:t>
            </w:r>
          </w:p>
        </w:tc>
        <w:tc>
          <w:tcPr>
            <w:tcW w:w="562" w:type="dxa"/>
            <w:hideMark/>
          </w:tcPr>
          <w:p w14:paraId="7FA2FA82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4</w:t>
            </w:r>
          </w:p>
        </w:tc>
      </w:tr>
      <w:tr w:rsidR="008765B1" w:rsidRPr="008765B1" w14:paraId="5122C796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58D6999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BCE5533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5A7533A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2F30BFC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Întreținerea spațiului hotelier</w:t>
            </w:r>
          </w:p>
        </w:tc>
        <w:tc>
          <w:tcPr>
            <w:tcW w:w="562" w:type="dxa"/>
            <w:hideMark/>
          </w:tcPr>
          <w:p w14:paraId="7C39D163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5</w:t>
            </w:r>
          </w:p>
        </w:tc>
      </w:tr>
      <w:tr w:rsidR="008765B1" w:rsidRPr="008765B1" w14:paraId="6EB6D671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3E4FB2D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28BAFEE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3E8F33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AC634FA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Patrimoniu turistic</w:t>
            </w:r>
          </w:p>
        </w:tc>
        <w:tc>
          <w:tcPr>
            <w:tcW w:w="562" w:type="dxa"/>
            <w:hideMark/>
          </w:tcPr>
          <w:p w14:paraId="50EB5208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6</w:t>
            </w:r>
          </w:p>
        </w:tc>
      </w:tr>
      <w:tr w:rsidR="008765B1" w:rsidRPr="008765B1" w14:paraId="61E59942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774DAF93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7A55846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DC6245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756CCFE1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Pregătire practică comasată – CDL - clasa a X-a</w:t>
            </w:r>
          </w:p>
        </w:tc>
        <w:tc>
          <w:tcPr>
            <w:tcW w:w="562" w:type="dxa"/>
            <w:hideMark/>
          </w:tcPr>
          <w:p w14:paraId="6A6FE65E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7</w:t>
            </w:r>
          </w:p>
        </w:tc>
      </w:tr>
      <w:tr w:rsidR="008765B1" w:rsidRPr="008765B1" w14:paraId="438EFE0C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4035758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DE9D1B8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6E1F635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45332F9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62" w:type="dxa"/>
            <w:hideMark/>
          </w:tcPr>
          <w:p w14:paraId="57B4863F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8</w:t>
            </w:r>
          </w:p>
        </w:tc>
      </w:tr>
      <w:tr w:rsidR="008765B1" w:rsidRPr="008765B1" w14:paraId="02497D1F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5FB4E00F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9048727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DC1A5A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08FBEFC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Produsul turistic hotelier</w:t>
            </w:r>
          </w:p>
        </w:tc>
        <w:tc>
          <w:tcPr>
            <w:tcW w:w="562" w:type="dxa"/>
            <w:hideMark/>
          </w:tcPr>
          <w:p w14:paraId="44295FB5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9</w:t>
            </w:r>
          </w:p>
        </w:tc>
      </w:tr>
      <w:tr w:rsidR="008765B1" w:rsidRPr="008765B1" w14:paraId="4749226B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5851C3FC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53D87D7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351B2FE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604C8AAB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Stagii de pregătire practică – CDL - clasa a IX-a</w:t>
            </w:r>
          </w:p>
        </w:tc>
        <w:tc>
          <w:tcPr>
            <w:tcW w:w="562" w:type="dxa"/>
            <w:hideMark/>
          </w:tcPr>
          <w:p w14:paraId="7370BE80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10</w:t>
            </w:r>
          </w:p>
        </w:tc>
      </w:tr>
      <w:tr w:rsidR="008765B1" w:rsidRPr="008765B1" w14:paraId="66EE8B0A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5BBA4EB1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569C4C1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15ADDB8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49CBCBD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Stagiu de pregătire practică – CDL - clasa a XI-a</w:t>
            </w:r>
          </w:p>
        </w:tc>
        <w:tc>
          <w:tcPr>
            <w:tcW w:w="562" w:type="dxa"/>
            <w:hideMark/>
          </w:tcPr>
          <w:p w14:paraId="2A5701D8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11</w:t>
            </w:r>
          </w:p>
        </w:tc>
      </w:tr>
      <w:tr w:rsidR="008765B1" w:rsidRPr="008765B1" w14:paraId="3A5FF7CD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6858FB16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38A56FE2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3DC1F25D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547BBBA4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Structuri de primire turistică</w:t>
            </w:r>
          </w:p>
        </w:tc>
        <w:tc>
          <w:tcPr>
            <w:tcW w:w="562" w:type="dxa"/>
            <w:hideMark/>
          </w:tcPr>
          <w:p w14:paraId="29DA64F6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12</w:t>
            </w:r>
          </w:p>
        </w:tc>
      </w:tr>
    </w:tbl>
    <w:p w14:paraId="28AD5579" w14:textId="77777777" w:rsidR="0084338D" w:rsidRPr="008765B1" w:rsidRDefault="0084338D" w:rsidP="0090344B">
      <w:pPr>
        <w:rPr>
          <w:color w:val="000000" w:themeColor="text1"/>
          <w:lang w:val="ro-RO"/>
        </w:rPr>
      </w:pPr>
    </w:p>
    <w:p w14:paraId="04EA8BA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34FB4FBE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82F04F7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EDE4283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FAA59B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5403E7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CA9EAB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D9D8BB9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30062920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7648032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596FA9E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C19745C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791DC0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1B2633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3940B3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17E4013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36CFA9D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6D7071D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238D894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9D94E9A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0A94390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891A814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16E9ED0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736A5E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7687FEA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A42895E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59CB67C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28119CF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6C0B655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A1FB098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5CC6AFA1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D4C895B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0C3E480C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4C5E9B9F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p w14:paraId="6485037E" w14:textId="77777777" w:rsidR="008765B1" w:rsidRPr="008765B1" w:rsidRDefault="008765B1" w:rsidP="0090344B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551"/>
        <w:gridCol w:w="1967"/>
        <w:gridCol w:w="3552"/>
        <w:gridCol w:w="562"/>
      </w:tblGrid>
      <w:tr w:rsidR="008765B1" w:rsidRPr="008765B1" w14:paraId="70D9C86A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0EB2436D" w14:textId="1CB4D1EF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67D158CE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6548B71E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31A5E366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4411904E" w14:textId="4A444EAC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8765B1" w:rsidRPr="008765B1" w14:paraId="7F76299A" w14:textId="77777777" w:rsidTr="00F42221">
        <w:trPr>
          <w:trHeight w:val="20"/>
          <w:tblHeader/>
        </w:trPr>
        <w:tc>
          <w:tcPr>
            <w:tcW w:w="1430" w:type="dxa"/>
            <w:shd w:val="clear" w:color="auto" w:fill="EDEDED" w:themeFill="accent3" w:themeFillTint="33"/>
            <w:vAlign w:val="center"/>
            <w:hideMark/>
          </w:tcPr>
          <w:p w14:paraId="6DEA80AB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551" w:type="dxa"/>
            <w:shd w:val="clear" w:color="auto" w:fill="EDEDED" w:themeFill="accent3" w:themeFillTint="33"/>
            <w:vAlign w:val="center"/>
            <w:hideMark/>
          </w:tcPr>
          <w:p w14:paraId="58570B31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 Alimentație publică și turism</w:t>
            </w:r>
          </w:p>
        </w:tc>
        <w:tc>
          <w:tcPr>
            <w:tcW w:w="1967" w:type="dxa"/>
            <w:shd w:val="clear" w:color="auto" w:fill="EDEDED" w:themeFill="accent3" w:themeFillTint="33"/>
            <w:vAlign w:val="center"/>
            <w:hideMark/>
          </w:tcPr>
          <w:p w14:paraId="1E55465F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16.2. Alimentație publică și turism /Turism</w:t>
            </w:r>
          </w:p>
        </w:tc>
        <w:tc>
          <w:tcPr>
            <w:tcW w:w="3552" w:type="dxa"/>
            <w:shd w:val="clear" w:color="auto" w:fill="EDEDED" w:themeFill="accent3" w:themeFillTint="33"/>
            <w:vAlign w:val="center"/>
            <w:hideMark/>
          </w:tcPr>
          <w:p w14:paraId="48796FBF" w14:textId="77777777" w:rsidR="00F42221" w:rsidRPr="008765B1" w:rsidRDefault="00F42221" w:rsidP="0090344B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8765B1">
              <w:rPr>
                <w:b/>
                <w:color w:val="000000" w:themeColor="text1"/>
                <w:lang w:val="ro-RO"/>
              </w:rPr>
              <w:t>ANEXA 16.2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75C0C5EE" w14:textId="4063981C" w:rsidR="00F42221" w:rsidRPr="008765B1" w:rsidRDefault="00F42221" w:rsidP="001A76D3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8765B1" w:rsidRPr="008765B1" w14:paraId="625BC401" w14:textId="77777777" w:rsidTr="00F42221">
        <w:trPr>
          <w:trHeight w:val="20"/>
        </w:trPr>
        <w:tc>
          <w:tcPr>
            <w:tcW w:w="1430" w:type="dxa"/>
            <w:vMerge w:val="restart"/>
            <w:hideMark/>
          </w:tcPr>
          <w:p w14:paraId="7326F9BF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551" w:type="dxa"/>
            <w:vMerge w:val="restart"/>
            <w:hideMark/>
          </w:tcPr>
          <w:p w14:paraId="3947F785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67" w:type="dxa"/>
            <w:vMerge w:val="restart"/>
            <w:hideMark/>
          </w:tcPr>
          <w:p w14:paraId="18EF68C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552" w:type="dxa"/>
            <w:hideMark/>
          </w:tcPr>
          <w:p w14:paraId="339394BA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Întreținerea spațiului hotelier</w:t>
            </w:r>
          </w:p>
        </w:tc>
        <w:tc>
          <w:tcPr>
            <w:tcW w:w="562" w:type="dxa"/>
            <w:hideMark/>
          </w:tcPr>
          <w:p w14:paraId="3FBD75C4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1</w:t>
            </w:r>
          </w:p>
        </w:tc>
      </w:tr>
      <w:tr w:rsidR="00D703EC" w:rsidRPr="008765B1" w14:paraId="320E5803" w14:textId="77777777" w:rsidTr="00F42221">
        <w:trPr>
          <w:trHeight w:val="20"/>
        </w:trPr>
        <w:tc>
          <w:tcPr>
            <w:tcW w:w="1430" w:type="dxa"/>
            <w:vMerge/>
            <w:hideMark/>
          </w:tcPr>
          <w:p w14:paraId="757B5877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551" w:type="dxa"/>
            <w:vMerge/>
            <w:hideMark/>
          </w:tcPr>
          <w:p w14:paraId="17FDC1F9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67" w:type="dxa"/>
            <w:vMerge/>
            <w:hideMark/>
          </w:tcPr>
          <w:p w14:paraId="7D0720EE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552" w:type="dxa"/>
            <w:hideMark/>
          </w:tcPr>
          <w:p w14:paraId="15874280" w14:textId="77777777" w:rsidR="00E10DD8" w:rsidRPr="008765B1" w:rsidRDefault="00E10DD8" w:rsidP="0090344B">
            <w:pPr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Produsul turistic hotelier</w:t>
            </w:r>
          </w:p>
        </w:tc>
        <w:tc>
          <w:tcPr>
            <w:tcW w:w="562" w:type="dxa"/>
            <w:hideMark/>
          </w:tcPr>
          <w:p w14:paraId="010EDBAE" w14:textId="77777777" w:rsidR="00E10DD8" w:rsidRPr="008765B1" w:rsidRDefault="00E10DD8" w:rsidP="001A76D3">
            <w:pPr>
              <w:jc w:val="center"/>
              <w:rPr>
                <w:color w:val="000000" w:themeColor="text1"/>
                <w:lang w:val="ro-RO"/>
              </w:rPr>
            </w:pPr>
            <w:r w:rsidRPr="008765B1">
              <w:rPr>
                <w:color w:val="000000" w:themeColor="text1"/>
                <w:lang w:val="ro-RO"/>
              </w:rPr>
              <w:t>2</w:t>
            </w:r>
          </w:p>
        </w:tc>
      </w:tr>
    </w:tbl>
    <w:p w14:paraId="54AB0398" w14:textId="77777777" w:rsidR="001F3DB2" w:rsidRPr="008765B1" w:rsidRDefault="001F3DB2" w:rsidP="0090344B">
      <w:pPr>
        <w:rPr>
          <w:color w:val="000000" w:themeColor="text1"/>
          <w:lang w:val="ro-RO"/>
        </w:rPr>
      </w:pPr>
    </w:p>
    <w:sectPr w:rsidR="001F3DB2" w:rsidRPr="008765B1" w:rsidSect="00530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861AE" w14:textId="77777777" w:rsidR="00374E20" w:rsidRDefault="00374E20" w:rsidP="009F34A1">
      <w:r>
        <w:separator/>
      </w:r>
    </w:p>
  </w:endnote>
  <w:endnote w:type="continuationSeparator" w:id="0">
    <w:p w14:paraId="22B6F8E4" w14:textId="77777777" w:rsidR="00374E20" w:rsidRDefault="00374E20" w:rsidP="009F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D0EB" w14:textId="77777777" w:rsidR="005A4575" w:rsidRDefault="005A45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8685509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28E76A83" w14:textId="51128552" w:rsidR="00E10DD8" w:rsidRDefault="00E10DD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E20" w:rsidRPr="00374E20">
          <w:rPr>
            <w:noProof/>
            <w:lang w:val="ro-RO"/>
          </w:rPr>
          <w:t>186</w:t>
        </w:r>
        <w:r>
          <w:fldChar w:fldCharType="end"/>
        </w:r>
      </w:p>
    </w:sdtContent>
  </w:sdt>
  <w:p w14:paraId="189074C1" w14:textId="77777777" w:rsidR="00E10DD8" w:rsidRDefault="00E10D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E08DD" w14:textId="77777777" w:rsidR="005A4575" w:rsidRDefault="005A45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561C4" w14:textId="77777777" w:rsidR="00374E20" w:rsidRDefault="00374E20" w:rsidP="009F34A1">
      <w:r>
        <w:separator/>
      </w:r>
    </w:p>
  </w:footnote>
  <w:footnote w:type="continuationSeparator" w:id="0">
    <w:p w14:paraId="22041EE9" w14:textId="77777777" w:rsidR="00374E20" w:rsidRDefault="00374E20" w:rsidP="009F3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2D6" w14:textId="77777777" w:rsidR="005A4575" w:rsidRDefault="005A45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37E1" w14:textId="77777777" w:rsidR="005A4575" w:rsidRDefault="005A45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A8476" w14:textId="77777777" w:rsidR="005A4575" w:rsidRDefault="005A45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30C32"/>
    <w:multiLevelType w:val="hybridMultilevel"/>
    <w:tmpl w:val="06FC58CE"/>
    <w:lvl w:ilvl="0" w:tplc="5C267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F70AC"/>
    <w:multiLevelType w:val="hybridMultilevel"/>
    <w:tmpl w:val="316678A6"/>
    <w:lvl w:ilvl="0" w:tplc="146A8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A6"/>
    <w:rsid w:val="000836A7"/>
    <w:rsid w:val="001635F5"/>
    <w:rsid w:val="001A76D3"/>
    <w:rsid w:val="001B7144"/>
    <w:rsid w:val="001F3DB2"/>
    <w:rsid w:val="00200B3D"/>
    <w:rsid w:val="00261A62"/>
    <w:rsid w:val="00374E20"/>
    <w:rsid w:val="00396C3F"/>
    <w:rsid w:val="0047288B"/>
    <w:rsid w:val="004B36BE"/>
    <w:rsid w:val="004E7519"/>
    <w:rsid w:val="00527453"/>
    <w:rsid w:val="00530466"/>
    <w:rsid w:val="005A4575"/>
    <w:rsid w:val="00603763"/>
    <w:rsid w:val="006E74E4"/>
    <w:rsid w:val="007A3909"/>
    <w:rsid w:val="007D5946"/>
    <w:rsid w:val="00835700"/>
    <w:rsid w:val="0084338D"/>
    <w:rsid w:val="008765B1"/>
    <w:rsid w:val="008A51CB"/>
    <w:rsid w:val="0090344B"/>
    <w:rsid w:val="009254DE"/>
    <w:rsid w:val="009F34A1"/>
    <w:rsid w:val="00B53CA6"/>
    <w:rsid w:val="00C3303C"/>
    <w:rsid w:val="00C96412"/>
    <w:rsid w:val="00CE02E6"/>
    <w:rsid w:val="00CF2678"/>
    <w:rsid w:val="00D42545"/>
    <w:rsid w:val="00D703EC"/>
    <w:rsid w:val="00D75500"/>
    <w:rsid w:val="00E10DD8"/>
    <w:rsid w:val="00EA2AFE"/>
    <w:rsid w:val="00F42221"/>
    <w:rsid w:val="00F6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6B22"/>
  <w15:chartTrackingRefBased/>
  <w15:docId w15:val="{38A6A8DD-04A9-46E3-BEFE-DFFDB9C1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4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34A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34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4A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1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28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88B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61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D0C8C2F-F29C-4259-B63B-2F119AE7B1F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48</TotalTime>
  <Pages>6</Pages>
  <Words>759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25</cp:revision>
  <cp:lastPrinted>2018-12-18T12:56:00Z</cp:lastPrinted>
  <dcterms:created xsi:type="dcterms:W3CDTF">2018-11-14T18:06:00Z</dcterms:created>
  <dcterms:modified xsi:type="dcterms:W3CDTF">2020-02-18T14:41:00Z</dcterms:modified>
</cp:coreProperties>
</file>